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3FA" w:rsidRPr="003D29BB" w:rsidRDefault="003D29BB" w:rsidP="003D29BB">
      <w:pPr>
        <w:pStyle w:val="Titel"/>
        <w:rPr>
          <w:u w:val="single"/>
        </w:rPr>
      </w:pPr>
      <w:r w:rsidRPr="003D29BB">
        <w:rPr>
          <w:u w:val="single"/>
        </w:rPr>
        <w:t>Toets Driehoeken</w:t>
      </w:r>
    </w:p>
    <w:p w:rsidR="003D29BB" w:rsidRDefault="003D29BB"/>
    <w:p w:rsidR="008A226E" w:rsidRDefault="008A226E" w:rsidP="00A9370F">
      <w:pPr>
        <w:spacing w:line="240" w:lineRule="auto"/>
        <w:rPr>
          <w:sz w:val="36"/>
          <w:szCs w:val="36"/>
        </w:rPr>
      </w:pPr>
      <w:r w:rsidRPr="008A226E">
        <w:rPr>
          <w:sz w:val="36"/>
          <w:szCs w:val="36"/>
        </w:rPr>
        <w:t>Naam:</w:t>
      </w:r>
    </w:p>
    <w:p w:rsidR="00A9370F" w:rsidRDefault="00A9370F" w:rsidP="00A9370F">
      <w:p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Klasnummer:</w:t>
      </w:r>
    </w:p>
    <w:p w:rsidR="00A9370F" w:rsidRPr="008A226E" w:rsidRDefault="00A9370F" w:rsidP="00A9370F">
      <w:p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Datum:</w:t>
      </w:r>
    </w:p>
    <w:p w:rsidR="003D29BB" w:rsidRPr="003D29BB" w:rsidRDefault="003D29BB" w:rsidP="00DC23D0">
      <w:pPr>
        <w:pStyle w:val="Kop1"/>
        <w:numPr>
          <w:ilvl w:val="0"/>
          <w:numId w:val="3"/>
        </w:numPr>
        <w:tabs>
          <w:tab w:val="right" w:pos="8640"/>
        </w:tabs>
        <w:rPr>
          <w:color w:val="auto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4A36AD60" wp14:editId="2EA60C93">
            <wp:simplePos x="0" y="0"/>
            <wp:positionH relativeFrom="column">
              <wp:posOffset>3815080</wp:posOffset>
            </wp:positionH>
            <wp:positionV relativeFrom="paragraph">
              <wp:posOffset>440055</wp:posOffset>
            </wp:positionV>
            <wp:extent cx="2586990" cy="2439670"/>
            <wp:effectExtent l="0" t="0" r="3810" b="0"/>
            <wp:wrapThrough wrapText="bothSides">
              <wp:wrapPolygon edited="0">
                <wp:start x="0" y="0"/>
                <wp:lineTo x="0" y="21420"/>
                <wp:lineTo x="21473" y="21420"/>
                <wp:lineTo x="21473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168"/>
                    <a:stretch/>
                  </pic:blipFill>
                  <pic:spPr bwMode="auto">
                    <a:xfrm>
                      <a:off x="0" y="0"/>
                      <a:ext cx="2586990" cy="243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29BB">
        <w:rPr>
          <w:color w:val="auto"/>
        </w:rPr>
        <w:t>Vul aan</w:t>
      </w:r>
      <w:r w:rsidR="00DC23D0">
        <w:rPr>
          <w:color w:val="auto"/>
        </w:rPr>
        <w:tab/>
        <w:t>/3</w:t>
      </w:r>
    </w:p>
    <w:p w:rsidR="003D29BB" w:rsidRDefault="00A9370F" w:rsidP="00A9370F">
      <w:pPr>
        <w:pStyle w:val="Lijstalinea"/>
        <w:numPr>
          <w:ilvl w:val="0"/>
          <w:numId w:val="2"/>
        </w:numPr>
        <w:rPr>
          <w:noProof/>
          <w:lang w:eastAsia="nl-NL"/>
        </w:rPr>
      </w:pPr>
      <w:r>
        <w:rPr>
          <w:noProof/>
          <w:lang w:eastAsia="nl-NL"/>
        </w:rPr>
        <w:t xml:space="preserve">De overstaande zijde van </w:t>
      </w:r>
      <w:r w:rsidRPr="00A9370F">
        <w:rPr>
          <w:noProof/>
          <w:lang w:eastAsia="nl-NL"/>
        </w:rPr>
        <w:t>Â</w:t>
      </w:r>
      <w:r>
        <w:rPr>
          <w:noProof/>
          <w:lang w:eastAsia="nl-NL"/>
        </w:rPr>
        <w:t xml:space="preserve"> is:</w:t>
      </w:r>
    </w:p>
    <w:p w:rsidR="003D29BB" w:rsidRDefault="003D29BB" w:rsidP="003D29BB">
      <w:pPr>
        <w:pStyle w:val="Lijstalinea"/>
        <w:rPr>
          <w:noProof/>
          <w:lang w:eastAsia="nl-NL"/>
        </w:rPr>
      </w:pPr>
    </w:p>
    <w:p w:rsidR="003D29BB" w:rsidRDefault="00DE3DE4" w:rsidP="003D29BB">
      <w:pPr>
        <w:pStyle w:val="Lijstalinea"/>
        <w:numPr>
          <w:ilvl w:val="0"/>
          <w:numId w:val="2"/>
        </w:numPr>
        <w:rPr>
          <w:noProof/>
          <w:lang w:eastAsia="nl-NL"/>
        </w:rPr>
      </w:pPr>
      <w:r>
        <w:rPr>
          <w:noProof/>
          <w:lang w:eastAsia="nl-NL"/>
        </w:rPr>
        <w:t>De ingesloten hoek van zijde [CB] en [AB] is:</w:t>
      </w:r>
    </w:p>
    <w:p w:rsidR="003D29BB" w:rsidRDefault="003D29BB" w:rsidP="003D29BB">
      <w:pPr>
        <w:pStyle w:val="Lijstalinea"/>
        <w:rPr>
          <w:noProof/>
          <w:lang w:eastAsia="nl-NL"/>
        </w:rPr>
      </w:pPr>
    </w:p>
    <w:p w:rsidR="00DC23D0" w:rsidRDefault="003D29BB" w:rsidP="00DC23D0">
      <w:pPr>
        <w:pStyle w:val="Lijstalinea"/>
        <w:numPr>
          <w:ilvl w:val="0"/>
          <w:numId w:val="2"/>
        </w:numPr>
        <w:rPr>
          <w:noProof/>
          <w:lang w:eastAsia="nl-NL"/>
        </w:rPr>
      </w:pPr>
      <w:r>
        <w:rPr>
          <w:noProof/>
          <w:lang w:eastAsia="nl-NL"/>
        </w:rPr>
        <w:t xml:space="preserve">De </w:t>
      </w:r>
      <w:r w:rsidR="00DC23D0">
        <w:rPr>
          <w:noProof/>
          <w:lang w:eastAsia="nl-NL"/>
        </w:rPr>
        <w:t>hypotenusa</w:t>
      </w:r>
      <w:r w:rsidR="00EB5E24">
        <w:rPr>
          <w:noProof/>
          <w:lang w:eastAsia="nl-NL"/>
        </w:rPr>
        <w:t xml:space="preserve"> (schuine zijde)</w:t>
      </w:r>
      <w:r w:rsidR="00DC23D0">
        <w:rPr>
          <w:noProof/>
          <w:lang w:eastAsia="nl-NL"/>
        </w:rPr>
        <w:t xml:space="preserve"> van </w:t>
      </w:r>
      <w:r w:rsidR="007D4C5D">
        <w:rPr>
          <w:noProof/>
          <w:lang w:eastAsia="nl-NL"/>
        </w:rPr>
        <w:t>ΔABC</w:t>
      </w:r>
      <w:r w:rsidR="00DC23D0">
        <w:rPr>
          <w:noProof/>
          <w:lang w:eastAsia="nl-NL"/>
        </w:rPr>
        <w:t xml:space="preserve"> is </w:t>
      </w:r>
      <w:r w:rsidR="00A9370F">
        <w:rPr>
          <w:noProof/>
          <w:lang w:eastAsia="nl-NL"/>
        </w:rPr>
        <w:t>:</w:t>
      </w:r>
    </w:p>
    <w:p w:rsidR="00DE3DE4" w:rsidRDefault="00DE3DE4" w:rsidP="00DE3DE4">
      <w:pPr>
        <w:pStyle w:val="Lijstalinea"/>
        <w:rPr>
          <w:noProof/>
          <w:lang w:eastAsia="nl-NL"/>
        </w:rPr>
      </w:pPr>
    </w:p>
    <w:p w:rsidR="00DC23D0" w:rsidRDefault="00DC23D0" w:rsidP="00DC23D0">
      <w:pPr>
        <w:pStyle w:val="Kop1"/>
        <w:numPr>
          <w:ilvl w:val="0"/>
          <w:numId w:val="3"/>
        </w:numPr>
        <w:tabs>
          <w:tab w:val="right" w:pos="8550"/>
        </w:tabs>
        <w:rPr>
          <w:color w:val="auto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229BAD0B" wp14:editId="494A4DD2">
            <wp:simplePos x="0" y="0"/>
            <wp:positionH relativeFrom="margin">
              <wp:posOffset>3815080</wp:posOffset>
            </wp:positionH>
            <wp:positionV relativeFrom="paragraph">
              <wp:posOffset>622935</wp:posOffset>
            </wp:positionV>
            <wp:extent cx="2714625" cy="2749550"/>
            <wp:effectExtent l="0" t="0" r="9525" b="0"/>
            <wp:wrapThrough wrapText="bothSides">
              <wp:wrapPolygon edited="0">
                <wp:start x="0" y="0"/>
                <wp:lineTo x="0" y="21400"/>
                <wp:lineTo x="21524" y="21400"/>
                <wp:lineTo x="21524" y="0"/>
                <wp:lineTo x="0" y="0"/>
              </wp:wrapPolygon>
            </wp:wrapThrough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609"/>
                    <a:stretch/>
                  </pic:blipFill>
                  <pic:spPr bwMode="auto">
                    <a:xfrm>
                      <a:off x="0" y="0"/>
                      <a:ext cx="2714625" cy="274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29BB">
        <w:rPr>
          <w:color w:val="auto"/>
        </w:rPr>
        <w:t>Vul aan</w:t>
      </w:r>
      <w:r>
        <w:rPr>
          <w:color w:val="auto"/>
        </w:rPr>
        <w:tab/>
        <w:t>/3</w:t>
      </w:r>
    </w:p>
    <w:p w:rsidR="00DC23D0" w:rsidRDefault="00DE3DE4" w:rsidP="008A226E">
      <w:pPr>
        <w:pStyle w:val="Lijstalinea"/>
        <w:numPr>
          <w:ilvl w:val="0"/>
          <w:numId w:val="5"/>
        </w:numPr>
        <w:rPr>
          <w:noProof/>
          <w:lang w:eastAsia="nl-NL"/>
        </w:rPr>
      </w:pPr>
      <w:r>
        <w:rPr>
          <w:noProof/>
          <w:lang w:eastAsia="nl-NL"/>
        </w:rPr>
        <w:t xml:space="preserve">De basis van ΔFDE is: </w:t>
      </w:r>
    </w:p>
    <w:p w:rsidR="00DC23D0" w:rsidRDefault="00DC23D0" w:rsidP="00DC23D0">
      <w:pPr>
        <w:rPr>
          <w:noProof/>
          <w:lang w:eastAsia="nl-NL"/>
        </w:rPr>
      </w:pPr>
    </w:p>
    <w:p w:rsidR="00DC23D0" w:rsidRDefault="00DC23D0" w:rsidP="008A226E">
      <w:pPr>
        <w:pStyle w:val="Lijstalinea"/>
        <w:numPr>
          <w:ilvl w:val="0"/>
          <w:numId w:val="5"/>
        </w:numPr>
        <w:rPr>
          <w:noProof/>
          <w:lang w:eastAsia="nl-NL"/>
        </w:rPr>
      </w:pPr>
      <w:r>
        <w:rPr>
          <w:noProof/>
          <w:lang w:eastAsia="nl-NL"/>
        </w:rPr>
        <w:t>De benen va</w:t>
      </w:r>
      <w:r w:rsidR="00DE3DE4">
        <w:rPr>
          <w:noProof/>
          <w:lang w:eastAsia="nl-NL"/>
        </w:rPr>
        <w:t>n ΔFDE zijn :</w:t>
      </w:r>
    </w:p>
    <w:p w:rsidR="00DC23D0" w:rsidRDefault="008A226E" w:rsidP="00DC23D0">
      <w:pPr>
        <w:rPr>
          <w:noProof/>
          <w:lang w:eastAsia="nl-NL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D39C6F" wp14:editId="76254562">
                <wp:simplePos x="0" y="0"/>
                <wp:positionH relativeFrom="column">
                  <wp:posOffset>5586730</wp:posOffset>
                </wp:positionH>
                <wp:positionV relativeFrom="paragraph">
                  <wp:posOffset>13335</wp:posOffset>
                </wp:positionV>
                <wp:extent cx="219075" cy="190500"/>
                <wp:effectExtent l="0" t="0" r="28575" b="1905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075" cy="1905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E313CC" id="Rechte verbindingslijn 4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9.9pt,1.05pt" to="457.1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4462780</wp:posOffset>
                </wp:positionH>
                <wp:positionV relativeFrom="paragraph">
                  <wp:posOffset>13335</wp:posOffset>
                </wp:positionV>
                <wp:extent cx="228600" cy="180975"/>
                <wp:effectExtent l="0" t="0" r="19050" b="28575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203054" id="Rechte verbindingslijn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4pt,1.05pt" to="369.4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</w:p>
    <w:p w:rsidR="00DC23D0" w:rsidRDefault="00DC23D0" w:rsidP="008A226E">
      <w:pPr>
        <w:pStyle w:val="Lijstalinea"/>
        <w:numPr>
          <w:ilvl w:val="0"/>
          <w:numId w:val="5"/>
        </w:numPr>
        <w:rPr>
          <w:noProof/>
          <w:lang w:eastAsia="nl-NL"/>
        </w:rPr>
      </w:pPr>
      <w:r>
        <w:rPr>
          <w:noProof/>
          <w:lang w:eastAsia="nl-NL"/>
        </w:rPr>
        <w:t>De a</w:t>
      </w:r>
      <w:r w:rsidR="00DE3DE4">
        <w:rPr>
          <w:noProof/>
          <w:lang w:eastAsia="nl-NL"/>
        </w:rPr>
        <w:t>anliggende hoeken van [FE] zijn:</w:t>
      </w:r>
    </w:p>
    <w:p w:rsidR="00DC23D0" w:rsidRDefault="00DC23D0" w:rsidP="00DC23D0">
      <w:r>
        <w:br w:type="page"/>
      </w:r>
    </w:p>
    <w:p w:rsidR="00DC23D0" w:rsidRPr="003D29BB" w:rsidRDefault="00DC23D0" w:rsidP="00DC23D0">
      <w:pPr>
        <w:pStyle w:val="Kop1"/>
        <w:numPr>
          <w:ilvl w:val="0"/>
          <w:numId w:val="3"/>
        </w:numPr>
        <w:tabs>
          <w:tab w:val="right" w:pos="8460"/>
        </w:tabs>
        <w:rPr>
          <w:color w:val="auto"/>
        </w:rPr>
      </w:pPr>
      <w:r>
        <w:rPr>
          <w:color w:val="auto"/>
        </w:rPr>
        <w:lastRenderedPageBreak/>
        <w:t>Geef de definitie van:</w:t>
      </w:r>
      <w:r>
        <w:rPr>
          <w:color w:val="auto"/>
        </w:rPr>
        <w:tab/>
        <w:t>/4</w:t>
      </w:r>
    </w:p>
    <w:p w:rsidR="00DC23D0" w:rsidRDefault="00DC23D0" w:rsidP="00DC23D0">
      <w:r>
        <w:t>a)</w:t>
      </w:r>
      <w:r>
        <w:tab/>
        <w:t>Een scherphoekige driehoek</w:t>
      </w:r>
    </w:p>
    <w:p w:rsidR="00DC23D0" w:rsidRDefault="00DC23D0" w:rsidP="00DC23D0">
      <w:r>
        <w:t>_____________________________________________________________________</w:t>
      </w:r>
    </w:p>
    <w:p w:rsidR="00DC23D0" w:rsidRPr="00DC23D0" w:rsidRDefault="00DC23D0" w:rsidP="00DC23D0">
      <w:r>
        <w:t>b)</w:t>
      </w:r>
      <w:r>
        <w:tab/>
      </w:r>
      <w:r w:rsidR="00F47263">
        <w:t>Een gelijkzijdige driehoek</w:t>
      </w:r>
      <w:r>
        <w:t xml:space="preserve"> </w:t>
      </w:r>
      <w:r>
        <w:br/>
        <w:t>______________________________</w:t>
      </w:r>
      <w:bookmarkStart w:id="0" w:name="_GoBack"/>
      <w:bookmarkEnd w:id="0"/>
      <w:r>
        <w:t>_______________________________________</w:t>
      </w:r>
    </w:p>
    <w:sectPr w:rsidR="00DC23D0" w:rsidRPr="00DC23D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EA7" w:rsidRDefault="00967EA7" w:rsidP="003D29BB">
      <w:pPr>
        <w:spacing w:after="0" w:line="240" w:lineRule="auto"/>
      </w:pPr>
      <w:r>
        <w:separator/>
      </w:r>
    </w:p>
  </w:endnote>
  <w:endnote w:type="continuationSeparator" w:id="0">
    <w:p w:rsidR="00967EA7" w:rsidRDefault="00967EA7" w:rsidP="003D2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EA7" w:rsidRDefault="00967EA7" w:rsidP="003D29BB">
      <w:pPr>
        <w:spacing w:after="0" w:line="240" w:lineRule="auto"/>
      </w:pPr>
      <w:r>
        <w:separator/>
      </w:r>
    </w:p>
  </w:footnote>
  <w:footnote w:type="continuationSeparator" w:id="0">
    <w:p w:rsidR="00967EA7" w:rsidRDefault="00967EA7" w:rsidP="003D2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9BB" w:rsidRDefault="003D29BB">
    <w:pPr>
      <w:pStyle w:val="Koptekst"/>
    </w:pPr>
    <w:r>
      <w:ptab w:relativeTo="margin" w:alignment="center" w:leader="none"/>
    </w:r>
    <w:r>
      <w:ptab w:relativeTo="margin" w:alignment="right" w:leader="none"/>
    </w:r>
    <w:r>
      <w:t>/10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330F7"/>
    <w:multiLevelType w:val="hybridMultilevel"/>
    <w:tmpl w:val="6EFC121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01FC4"/>
    <w:multiLevelType w:val="hybridMultilevel"/>
    <w:tmpl w:val="F870959E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022EC8"/>
    <w:multiLevelType w:val="hybridMultilevel"/>
    <w:tmpl w:val="CD90964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055680"/>
    <w:multiLevelType w:val="hybridMultilevel"/>
    <w:tmpl w:val="C772FDA2"/>
    <w:lvl w:ilvl="0" w:tplc="D08065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7C0ABB"/>
    <w:multiLevelType w:val="hybridMultilevel"/>
    <w:tmpl w:val="1728A64C"/>
    <w:lvl w:ilvl="0" w:tplc="D08065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61617D"/>
    <w:multiLevelType w:val="hybridMultilevel"/>
    <w:tmpl w:val="66E85E2A"/>
    <w:lvl w:ilvl="0" w:tplc="04CA2A8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2DA"/>
    <w:rsid w:val="00003EDF"/>
    <w:rsid w:val="000407E8"/>
    <w:rsid w:val="000D192F"/>
    <w:rsid w:val="000D3F84"/>
    <w:rsid w:val="000D6727"/>
    <w:rsid w:val="000F0CEB"/>
    <w:rsid w:val="000F7F8F"/>
    <w:rsid w:val="00121E86"/>
    <w:rsid w:val="00197FB3"/>
    <w:rsid w:val="001C4783"/>
    <w:rsid w:val="001E11D1"/>
    <w:rsid w:val="00224827"/>
    <w:rsid w:val="00236231"/>
    <w:rsid w:val="00272B1A"/>
    <w:rsid w:val="002F1415"/>
    <w:rsid w:val="00316670"/>
    <w:rsid w:val="00345931"/>
    <w:rsid w:val="003551BE"/>
    <w:rsid w:val="00361B79"/>
    <w:rsid w:val="00365B31"/>
    <w:rsid w:val="0036694F"/>
    <w:rsid w:val="003D29BB"/>
    <w:rsid w:val="004913A8"/>
    <w:rsid w:val="004C3894"/>
    <w:rsid w:val="00506144"/>
    <w:rsid w:val="00516B20"/>
    <w:rsid w:val="00530CDC"/>
    <w:rsid w:val="005C1FA2"/>
    <w:rsid w:val="005C3953"/>
    <w:rsid w:val="005E42DA"/>
    <w:rsid w:val="00602DC8"/>
    <w:rsid w:val="00663604"/>
    <w:rsid w:val="00677BD7"/>
    <w:rsid w:val="0069088A"/>
    <w:rsid w:val="006C471E"/>
    <w:rsid w:val="006D43A5"/>
    <w:rsid w:val="006F3258"/>
    <w:rsid w:val="00707EAD"/>
    <w:rsid w:val="00736EBE"/>
    <w:rsid w:val="007659CA"/>
    <w:rsid w:val="00791B6D"/>
    <w:rsid w:val="007D4C5D"/>
    <w:rsid w:val="007D70CD"/>
    <w:rsid w:val="007E5B21"/>
    <w:rsid w:val="007E60FB"/>
    <w:rsid w:val="008031E6"/>
    <w:rsid w:val="008035A3"/>
    <w:rsid w:val="00866868"/>
    <w:rsid w:val="008677C4"/>
    <w:rsid w:val="00881B61"/>
    <w:rsid w:val="008A226E"/>
    <w:rsid w:val="008C73FA"/>
    <w:rsid w:val="00967EA7"/>
    <w:rsid w:val="009B366D"/>
    <w:rsid w:val="009B53AA"/>
    <w:rsid w:val="009E5B7E"/>
    <w:rsid w:val="009F4F2F"/>
    <w:rsid w:val="00A219EC"/>
    <w:rsid w:val="00A8035E"/>
    <w:rsid w:val="00A9370F"/>
    <w:rsid w:val="00AA6E1B"/>
    <w:rsid w:val="00AC4481"/>
    <w:rsid w:val="00BC4591"/>
    <w:rsid w:val="00BC5A3F"/>
    <w:rsid w:val="00C17909"/>
    <w:rsid w:val="00C67DA9"/>
    <w:rsid w:val="00D10E40"/>
    <w:rsid w:val="00D96161"/>
    <w:rsid w:val="00DA2F38"/>
    <w:rsid w:val="00DC23D0"/>
    <w:rsid w:val="00DE3DE4"/>
    <w:rsid w:val="00E47711"/>
    <w:rsid w:val="00E62038"/>
    <w:rsid w:val="00EA3733"/>
    <w:rsid w:val="00EB5E24"/>
    <w:rsid w:val="00ED4CCA"/>
    <w:rsid w:val="00EE54F5"/>
    <w:rsid w:val="00F07AE6"/>
    <w:rsid w:val="00F26FCF"/>
    <w:rsid w:val="00F47263"/>
    <w:rsid w:val="00F738A5"/>
    <w:rsid w:val="00FD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D60A77-791C-46E5-AFBE-36FE1CF36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D29BB"/>
    <w:pPr>
      <w:spacing w:line="480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3D29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44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3D29B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D29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3D2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D29BB"/>
  </w:style>
  <w:style w:type="paragraph" w:styleId="Voettekst">
    <w:name w:val="footer"/>
    <w:basedOn w:val="Standaard"/>
    <w:link w:val="VoettekstChar"/>
    <w:uiPriority w:val="99"/>
    <w:unhideWhenUsed/>
    <w:rsid w:val="003D2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D29BB"/>
  </w:style>
  <w:style w:type="paragraph" w:styleId="Lijstalinea">
    <w:name w:val="List Paragraph"/>
    <w:basedOn w:val="Standaard"/>
    <w:uiPriority w:val="34"/>
    <w:qFormat/>
    <w:rsid w:val="003D29BB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3D29BB"/>
    <w:rPr>
      <w:rFonts w:asciiTheme="majorHAnsi" w:eastAsiaTheme="majorEastAsia" w:hAnsiTheme="majorHAnsi" w:cstheme="majorBidi"/>
      <w:color w:val="2E74B5" w:themeColor="accent1" w:themeShade="BF"/>
      <w:sz w:val="4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78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Vandeputte</dc:creator>
  <cp:keywords/>
  <dc:description/>
  <cp:lastModifiedBy>Stefan Vandeputte</cp:lastModifiedBy>
  <cp:revision>4</cp:revision>
  <dcterms:created xsi:type="dcterms:W3CDTF">2016-05-10T09:39:00Z</dcterms:created>
  <dcterms:modified xsi:type="dcterms:W3CDTF">2016-05-10T12:17:00Z</dcterms:modified>
</cp:coreProperties>
</file>